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28E6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48D3A8CE" w:rsidR="00B528E6" w:rsidRPr="00DF3BF2" w:rsidRDefault="00B528E6" w:rsidP="00B528E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F3BF2">
              <w:rPr>
                <w:rFonts w:ascii="Aptos" w:hAnsi="Aptos" w:cs="Arial"/>
                <w:sz w:val="20"/>
                <w:szCs w:val="20"/>
              </w:rPr>
              <w:t>Occupational Certificate: Laundry Worker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B528E6" w:rsidRPr="00DD6F3D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528E6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434CDEF7" w:rsidR="00B528E6" w:rsidRPr="00DF3BF2" w:rsidRDefault="00B528E6" w:rsidP="00B528E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F3BF2">
              <w:rPr>
                <w:rFonts w:ascii="Aptos" w:hAnsi="Aptos" w:cs="Arial"/>
                <w:sz w:val="20"/>
                <w:szCs w:val="20"/>
              </w:rPr>
              <w:t>117369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B528E6" w:rsidRPr="00DD6F3D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528E6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1B0C5833" w:rsidR="00B528E6" w:rsidRPr="00DF3BF2" w:rsidRDefault="00B528E6" w:rsidP="00B528E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F3BF2">
              <w:rPr>
                <w:rFonts w:ascii="Aptos" w:hAnsi="Aptos" w:cs="Arial"/>
                <w:sz w:val="20"/>
                <w:szCs w:val="20"/>
              </w:rPr>
              <w:t>60, L2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B528E6" w:rsidRPr="00DD6F3D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B528E6" w:rsidRPr="00001D40" w:rsidRDefault="00B528E6" w:rsidP="00B528E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0367E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76610B29" w:rsidR="00B0367E" w:rsidRPr="00A7249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A7249F">
              <w:rPr>
                <w:rFonts w:ascii="Aptos" w:hAnsi="Aptos"/>
                <w:sz w:val="20"/>
                <w:szCs w:val="20"/>
              </w:rPr>
              <w:t>812101-000-00-00-KM-01, Workplace Fundamentals, NQF Level 2, 6 Credits.</w:t>
            </w:r>
          </w:p>
        </w:tc>
        <w:tc>
          <w:tcPr>
            <w:tcW w:w="1276" w:type="dxa"/>
            <w:vAlign w:val="center"/>
          </w:tcPr>
          <w:p w14:paraId="4C7C2EE6" w14:textId="5056D5DF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B0367E" w:rsidRPr="000B74CF" w:rsidRDefault="00B0367E" w:rsidP="00B0367E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0367E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153DFFF9" w:rsidR="00B0367E" w:rsidRPr="00A7249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A7249F">
              <w:rPr>
                <w:rFonts w:ascii="Aptos" w:hAnsi="Aptos"/>
                <w:sz w:val="20"/>
                <w:szCs w:val="20"/>
              </w:rPr>
              <w:t>812101-000-00-00-KM-02, Common Fibres and Textiles used in Laundry, NQF Level 2, 4 Credits.</w:t>
            </w:r>
          </w:p>
        </w:tc>
        <w:tc>
          <w:tcPr>
            <w:tcW w:w="1276" w:type="dxa"/>
            <w:vAlign w:val="center"/>
          </w:tcPr>
          <w:p w14:paraId="5CAF6F0F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B0367E" w:rsidRPr="000B74CF" w:rsidRDefault="00B0367E" w:rsidP="00B0367E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0367E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1CD20F98" w:rsidR="00B0367E" w:rsidRPr="00A7249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A7249F">
              <w:rPr>
                <w:rFonts w:ascii="Aptos" w:hAnsi="Aptos"/>
                <w:sz w:val="20"/>
                <w:szCs w:val="20"/>
              </w:rPr>
              <w:t>812101-000-00-00-KM-03, Fundamental Principles of Sorting and Washing of Soiled Textiles in Laundry, NQF Level 2, 5 Credits.</w:t>
            </w:r>
          </w:p>
        </w:tc>
        <w:tc>
          <w:tcPr>
            <w:tcW w:w="1276" w:type="dxa"/>
            <w:vAlign w:val="center"/>
          </w:tcPr>
          <w:p w14:paraId="0959CF2E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B0367E" w:rsidRPr="000B74CF" w:rsidRDefault="00B0367E" w:rsidP="00B0367E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0367E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238367B1" w:rsidR="00B0367E" w:rsidRPr="00A7249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A7249F">
              <w:rPr>
                <w:rFonts w:ascii="Aptos" w:hAnsi="Aptos"/>
                <w:sz w:val="20"/>
                <w:szCs w:val="20"/>
              </w:rPr>
              <w:t>812101-000-00-00-KM-04, Fundamentals of Laundry Finishing, NQF Level 2, 3 Credits.</w:t>
            </w:r>
          </w:p>
        </w:tc>
        <w:tc>
          <w:tcPr>
            <w:tcW w:w="1276" w:type="dxa"/>
            <w:vAlign w:val="center"/>
          </w:tcPr>
          <w:p w14:paraId="1FC7B4EC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B0367E" w:rsidRPr="000B74CF" w:rsidRDefault="00B0367E" w:rsidP="00B0367E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B0367E" w:rsidRPr="000B74CF" w:rsidRDefault="00B0367E" w:rsidP="00B0367E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7505E8ED" w:rsidR="0012662C" w:rsidRPr="000B74C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Total number of credits for Knowledge Modules: </w:t>
            </w:r>
            <w:r w:rsidR="00B0367E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860880" w:rsidRPr="0006602B" w14:paraId="3CCD85E3" w14:textId="77777777" w:rsidTr="00A7249F">
        <w:trPr>
          <w:trHeight w:val="440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3904A1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06F886F6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812101-000-00-00-PM-01, Receive, Verify, Classify and Make up soiled Laundry Loads Ready for Cleaning, NQF Level 2, 4 Credits.</w:t>
            </w:r>
          </w:p>
        </w:tc>
        <w:tc>
          <w:tcPr>
            <w:tcW w:w="1276" w:type="dxa"/>
            <w:vAlign w:val="center"/>
          </w:tcPr>
          <w:p w14:paraId="22262615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075E4524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812101-000-00-00-PM-02, Wash Laundry Items, NQF Level 2, 4 Credits.</w:t>
            </w:r>
          </w:p>
        </w:tc>
        <w:tc>
          <w:tcPr>
            <w:tcW w:w="1276" w:type="dxa"/>
            <w:vAlign w:val="center"/>
          </w:tcPr>
          <w:p w14:paraId="34D2CEF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468F2B47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812101-000-00-00-PM-03, Identify Stains on Laundry Items, NQF Level 2, 4 Credits.</w:t>
            </w:r>
          </w:p>
        </w:tc>
        <w:tc>
          <w:tcPr>
            <w:tcW w:w="1276" w:type="dxa"/>
            <w:vAlign w:val="center"/>
          </w:tcPr>
          <w:p w14:paraId="1F15164C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283D27F4" w14:textId="77777777" w:rsidTr="00B73DF7">
        <w:trPr>
          <w:cantSplit/>
          <w:trHeight w:val="283"/>
        </w:trPr>
        <w:tc>
          <w:tcPr>
            <w:tcW w:w="6516" w:type="dxa"/>
          </w:tcPr>
          <w:p w14:paraId="211AB7C1" w14:textId="7D7C1B48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812101-000-00-00-PM-04, Tumble Dry and Pre-condition Washed Items, NQF Level 2, 3 Credits.</w:t>
            </w:r>
          </w:p>
        </w:tc>
        <w:tc>
          <w:tcPr>
            <w:tcW w:w="1276" w:type="dxa"/>
            <w:vAlign w:val="center"/>
          </w:tcPr>
          <w:p w14:paraId="19081BDE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721C25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528F09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EA20BFF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B3124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5CFE835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40C139F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59707C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051380B0" w14:textId="77777777" w:rsidTr="00B73DF7">
        <w:trPr>
          <w:cantSplit/>
          <w:trHeight w:val="283"/>
        </w:trPr>
        <w:tc>
          <w:tcPr>
            <w:tcW w:w="6516" w:type="dxa"/>
          </w:tcPr>
          <w:p w14:paraId="4D328C7D" w14:textId="1D2F86DB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812101-000-00-00-PM-05, Process Flatwork using Roller Ironer, NQF Level 2, 3 Credits.</w:t>
            </w:r>
          </w:p>
        </w:tc>
        <w:tc>
          <w:tcPr>
            <w:tcW w:w="1276" w:type="dxa"/>
            <w:vAlign w:val="center"/>
          </w:tcPr>
          <w:p w14:paraId="274470E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AB1692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8DA6AC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A3FE0D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A14F1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A647EB9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C5E56B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A31D70B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0C576ED7" w14:textId="77777777" w:rsidTr="00B73DF7">
        <w:trPr>
          <w:cantSplit/>
          <w:trHeight w:val="283"/>
        </w:trPr>
        <w:tc>
          <w:tcPr>
            <w:tcW w:w="6516" w:type="dxa"/>
          </w:tcPr>
          <w:p w14:paraId="583CA28C" w14:textId="4355300A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812101-000-00-00-PM-06, Prepare and Press Textiles, NQF Level 2, 4 Credits.</w:t>
            </w:r>
          </w:p>
        </w:tc>
        <w:tc>
          <w:tcPr>
            <w:tcW w:w="1276" w:type="dxa"/>
            <w:vAlign w:val="center"/>
          </w:tcPr>
          <w:p w14:paraId="2934C10F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7DF1B03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1C35A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6423EC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6F115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DF80CAB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00AD77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AF88D74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3A47323B" w14:textId="77777777" w:rsidTr="00B73DF7">
        <w:trPr>
          <w:cantSplit/>
          <w:trHeight w:val="283"/>
        </w:trPr>
        <w:tc>
          <w:tcPr>
            <w:tcW w:w="6516" w:type="dxa"/>
          </w:tcPr>
          <w:p w14:paraId="2B2F7EFE" w14:textId="3620B71E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812101-000-00-00-PM-07, Finished Textiles using Tunnel Finisher, NQF Level 2, 3 Credits.</w:t>
            </w:r>
          </w:p>
        </w:tc>
        <w:tc>
          <w:tcPr>
            <w:tcW w:w="1276" w:type="dxa"/>
            <w:vAlign w:val="center"/>
          </w:tcPr>
          <w:p w14:paraId="58279F5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318372E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099522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1AB26C0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FA65B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A1D391B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E24A4EA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ED77242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904A1" w:rsidRPr="0006602B" w14:paraId="71D4D8A8" w14:textId="77777777" w:rsidTr="00B73DF7">
        <w:trPr>
          <w:cantSplit/>
          <w:trHeight w:val="283"/>
        </w:trPr>
        <w:tc>
          <w:tcPr>
            <w:tcW w:w="6516" w:type="dxa"/>
          </w:tcPr>
          <w:p w14:paraId="585EDC9F" w14:textId="201DB851" w:rsidR="003904A1" w:rsidRPr="003904A1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904A1">
              <w:rPr>
                <w:rFonts w:ascii="Aptos" w:hAnsi="Aptos"/>
                <w:sz w:val="20"/>
                <w:szCs w:val="20"/>
              </w:rPr>
              <w:t>812101-000-00-00-PM-08, Inspect, Assemble and Dispatch Orders, NQF Level 2, 3 Credits.</w:t>
            </w:r>
          </w:p>
        </w:tc>
        <w:tc>
          <w:tcPr>
            <w:tcW w:w="1276" w:type="dxa"/>
            <w:vAlign w:val="center"/>
          </w:tcPr>
          <w:p w14:paraId="4A429BC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85ED6DD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65D79D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30DA1A4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CFED0DE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69FA8A6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615A42D" w14:textId="77777777" w:rsidR="003904A1" w:rsidRPr="000B74CF" w:rsidRDefault="003904A1" w:rsidP="003904A1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7480AD9" w14:textId="77777777" w:rsidR="003904A1" w:rsidRPr="000B74CF" w:rsidRDefault="003904A1" w:rsidP="003904A1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4E9573DB" w:rsidR="00754E2A" w:rsidRPr="000B74CF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A7249F">
              <w:rPr>
                <w:rFonts w:ascii="Aptos" w:hAnsi="Aptos"/>
                <w:sz w:val="20"/>
                <w:szCs w:val="20"/>
              </w:rPr>
              <w:t>28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554E9A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264AE503" w:rsidR="00554E9A" w:rsidRPr="00554E9A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554E9A">
              <w:rPr>
                <w:rFonts w:ascii="Aptos" w:hAnsi="Aptos"/>
                <w:sz w:val="20"/>
                <w:szCs w:val="20"/>
              </w:rPr>
              <w:t>812101-000-00-00-WM-01, Procedures Receive, Verify and Classify and Make up Soiled Laundry Loads, NQF Level 2, 4 Credits.</w:t>
            </w:r>
          </w:p>
        </w:tc>
        <w:tc>
          <w:tcPr>
            <w:tcW w:w="1276" w:type="dxa"/>
            <w:vAlign w:val="center"/>
          </w:tcPr>
          <w:p w14:paraId="462EA502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554E9A" w:rsidRPr="000B74CF" w:rsidRDefault="00554E9A" w:rsidP="00554E9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54E9A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1D3A9B82" w:rsidR="00554E9A" w:rsidRPr="00554E9A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554E9A">
              <w:rPr>
                <w:rFonts w:ascii="Aptos" w:hAnsi="Aptos"/>
                <w:sz w:val="20"/>
                <w:szCs w:val="20"/>
              </w:rPr>
              <w:t>812101-000-00-00-WM-02, Processes for Hygienic Washing and Treatment of Textile, NQF Level 2, 4 Credits.</w:t>
            </w:r>
          </w:p>
        </w:tc>
        <w:tc>
          <w:tcPr>
            <w:tcW w:w="1276" w:type="dxa"/>
            <w:vAlign w:val="center"/>
          </w:tcPr>
          <w:p w14:paraId="0A21A43C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554E9A" w:rsidRPr="000B74CF" w:rsidRDefault="00554E9A" w:rsidP="00554E9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54E9A" w:rsidRPr="0006602B" w14:paraId="6021CB1F" w14:textId="77777777" w:rsidTr="00D960A1">
        <w:trPr>
          <w:cantSplit/>
          <w:trHeight w:val="283"/>
        </w:trPr>
        <w:tc>
          <w:tcPr>
            <w:tcW w:w="6516" w:type="dxa"/>
          </w:tcPr>
          <w:p w14:paraId="0047D569" w14:textId="1C696E2C" w:rsidR="00554E9A" w:rsidRPr="00554E9A" w:rsidRDefault="00554E9A" w:rsidP="00554E9A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554E9A">
              <w:rPr>
                <w:rFonts w:ascii="Aptos" w:hAnsi="Aptos"/>
                <w:sz w:val="20"/>
                <w:szCs w:val="20"/>
              </w:rPr>
              <w:t>812101-000-00-00-WM-03, Processes for Tumble Drying and Finishing, NQF Level 2, 4 Credits.</w:t>
            </w:r>
          </w:p>
        </w:tc>
        <w:tc>
          <w:tcPr>
            <w:tcW w:w="1276" w:type="dxa"/>
            <w:vAlign w:val="center"/>
          </w:tcPr>
          <w:p w14:paraId="5ED2CBF9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E7FD74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9F325E0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01014F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19BDBC9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34B8EAE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4AD76B0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DAF10BC" w14:textId="77777777" w:rsidR="00554E9A" w:rsidRPr="000B74CF" w:rsidRDefault="00554E9A" w:rsidP="00554E9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554E9A" w:rsidRPr="0006602B" w14:paraId="67B4D039" w14:textId="77777777" w:rsidTr="00D960A1">
        <w:trPr>
          <w:cantSplit/>
          <w:trHeight w:val="283"/>
        </w:trPr>
        <w:tc>
          <w:tcPr>
            <w:tcW w:w="6516" w:type="dxa"/>
          </w:tcPr>
          <w:p w14:paraId="0B7A4167" w14:textId="0836FB67" w:rsidR="00554E9A" w:rsidRPr="00554E9A" w:rsidRDefault="00554E9A" w:rsidP="00554E9A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554E9A">
              <w:rPr>
                <w:rFonts w:ascii="Aptos" w:hAnsi="Aptos"/>
                <w:sz w:val="20"/>
                <w:szCs w:val="20"/>
              </w:rPr>
              <w:t>812101-000-00-00-WM-04, Procedures for Inspecting, Assembling and Dispatching Orders, NQF Level 2, 2 Credits.</w:t>
            </w:r>
          </w:p>
        </w:tc>
        <w:tc>
          <w:tcPr>
            <w:tcW w:w="1276" w:type="dxa"/>
            <w:vAlign w:val="center"/>
          </w:tcPr>
          <w:p w14:paraId="6C2BB76D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428B47A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A08B1C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2055C09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2A874D9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3978FC9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873DBAD" w14:textId="77777777" w:rsidR="00554E9A" w:rsidRPr="000B74CF" w:rsidRDefault="00554E9A" w:rsidP="00554E9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FBF4486" w14:textId="77777777" w:rsidR="00554E9A" w:rsidRPr="000B74CF" w:rsidRDefault="00554E9A" w:rsidP="00554E9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30A1EBC0" w:rsidR="006D4A06" w:rsidRPr="000B74C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554E9A">
              <w:rPr>
                <w:rFonts w:ascii="Aptos" w:hAnsi="Aptos"/>
                <w:sz w:val="20"/>
                <w:szCs w:val="20"/>
              </w:rPr>
              <w:t>14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0CF71B1F" w14:textId="13E5C229" w:rsidR="00252B0D" w:rsidRPr="00252B0D" w:rsidRDefault="00D85926" w:rsidP="00DF3BF2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  <w:r w:rsidR="00252B0D"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69B73" w14:textId="77777777" w:rsidR="006D04EE" w:rsidRDefault="006D04EE" w:rsidP="00213C69">
      <w:pPr>
        <w:spacing w:after="0" w:line="240" w:lineRule="auto"/>
      </w:pPr>
      <w:r>
        <w:separator/>
      </w:r>
    </w:p>
  </w:endnote>
  <w:endnote w:type="continuationSeparator" w:id="0">
    <w:p w14:paraId="1AC555A9" w14:textId="77777777" w:rsidR="006D04EE" w:rsidRDefault="006D04EE" w:rsidP="00213C69">
      <w:pPr>
        <w:spacing w:after="0" w:line="240" w:lineRule="auto"/>
      </w:pPr>
      <w:r>
        <w:continuationSeparator/>
      </w:r>
    </w:p>
  </w:endnote>
  <w:endnote w:type="continuationNotice" w:id="1">
    <w:p w14:paraId="3D5C5EA2" w14:textId="77777777" w:rsidR="006D04EE" w:rsidRDefault="006D04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3874A" w14:textId="77777777" w:rsidR="006D04EE" w:rsidRDefault="006D04EE" w:rsidP="00213C69">
      <w:pPr>
        <w:spacing w:after="0" w:line="240" w:lineRule="auto"/>
      </w:pPr>
      <w:r>
        <w:separator/>
      </w:r>
    </w:p>
  </w:footnote>
  <w:footnote w:type="continuationSeparator" w:id="0">
    <w:p w14:paraId="5C2D026A" w14:textId="77777777" w:rsidR="006D04EE" w:rsidRDefault="006D04EE" w:rsidP="00213C69">
      <w:pPr>
        <w:spacing w:after="0" w:line="240" w:lineRule="auto"/>
      </w:pPr>
      <w:r>
        <w:continuationSeparator/>
      </w:r>
    </w:p>
  </w:footnote>
  <w:footnote w:type="continuationNotice" w:id="1">
    <w:p w14:paraId="50B600D5" w14:textId="77777777" w:rsidR="006D04EE" w:rsidRDefault="006D04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D4114F0" w:rsidR="00F17F63" w:rsidRDefault="007809E8" w:rsidP="007809E8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80FA6"/>
    <w:multiLevelType w:val="hybridMultilevel"/>
    <w:tmpl w:val="F6828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3"/>
  </w:num>
  <w:num w:numId="2" w16cid:durableId="1978563538">
    <w:abstractNumId w:val="9"/>
  </w:num>
  <w:num w:numId="3" w16cid:durableId="349113405">
    <w:abstractNumId w:val="13"/>
  </w:num>
  <w:num w:numId="4" w16cid:durableId="589387648">
    <w:abstractNumId w:val="11"/>
  </w:num>
  <w:num w:numId="5" w16cid:durableId="637999579">
    <w:abstractNumId w:val="25"/>
  </w:num>
  <w:num w:numId="6" w16cid:durableId="21102706">
    <w:abstractNumId w:val="5"/>
  </w:num>
  <w:num w:numId="7" w16cid:durableId="1666739071">
    <w:abstractNumId w:val="6"/>
  </w:num>
  <w:num w:numId="8" w16cid:durableId="1224606331">
    <w:abstractNumId w:val="23"/>
  </w:num>
  <w:num w:numId="9" w16cid:durableId="1624506461">
    <w:abstractNumId w:val="33"/>
  </w:num>
  <w:num w:numId="10" w16cid:durableId="2087343079">
    <w:abstractNumId w:val="7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5"/>
  </w:num>
  <w:num w:numId="21" w16cid:durableId="1566525094">
    <w:abstractNumId w:val="18"/>
  </w:num>
  <w:num w:numId="22" w16cid:durableId="1089930071">
    <w:abstractNumId w:val="34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10"/>
  </w:num>
  <w:num w:numId="26" w16cid:durableId="651063625">
    <w:abstractNumId w:val="4"/>
  </w:num>
  <w:num w:numId="27" w16cid:durableId="754859924">
    <w:abstractNumId w:val="21"/>
  </w:num>
  <w:num w:numId="28" w16cid:durableId="1060522280">
    <w:abstractNumId w:val="14"/>
  </w:num>
  <w:num w:numId="29" w16cid:durableId="2137136969">
    <w:abstractNumId w:val="32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8"/>
  </w:num>
  <w:num w:numId="33" w16cid:durableId="102699867">
    <w:abstractNumId w:val="12"/>
  </w:num>
  <w:num w:numId="34" w16cid:durableId="1506552575">
    <w:abstractNumId w:val="8"/>
  </w:num>
  <w:num w:numId="35" w16cid:durableId="626199964">
    <w:abstractNumId w:val="29"/>
  </w:num>
  <w:num w:numId="36" w16cid:durableId="95368770">
    <w:abstractNumId w:val="30"/>
  </w:num>
  <w:num w:numId="37" w16cid:durableId="18044949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4CF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0EF6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4A1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6EE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3AE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4E9A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4EE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AF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9E8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10B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294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49F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67E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8E6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894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C4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97E51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15C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BF2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970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493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ED9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C0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40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43</cp:revision>
  <cp:lastPrinted>2024-11-20T14:11:00Z</cp:lastPrinted>
  <dcterms:created xsi:type="dcterms:W3CDTF">2026-01-13T11:48:00Z</dcterms:created>
  <dcterms:modified xsi:type="dcterms:W3CDTF">2026-01-30T05:06:00Z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